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C89A" w14:textId="14C6749B" w:rsidR="00601C5F" w:rsidRPr="00B22939" w:rsidRDefault="00601C5F" w:rsidP="00B22939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0B417288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="00B22939">
        <w:rPr>
          <w:sz w:val="14"/>
          <w:szCs w:val="14"/>
        </w:rPr>
        <w:t xml:space="preserve"> </w:t>
      </w:r>
      <w:r w:rsidR="00B22939" w:rsidRPr="00B22939">
        <w:rPr>
          <w:sz w:val="14"/>
          <w:szCs w:val="14"/>
        </w:rPr>
        <w:t xml:space="preserve">danych osobowych </w:t>
      </w:r>
      <w:r w:rsidRPr="00601C5F">
        <w:rPr>
          <w:sz w:val="14"/>
          <w:szCs w:val="14"/>
        </w:rPr>
        <w:ptab w:relativeTo="margin" w:alignment="center" w:leader="none"/>
      </w:r>
      <w:r w:rsidRPr="00601C5F">
        <w:rPr>
          <w:rFonts w:cs="Arial"/>
          <w:sz w:val="14"/>
          <w:szCs w:val="14"/>
        </w:rPr>
        <w:t xml:space="preserve"> Zał. </w:t>
      </w:r>
      <w:r w:rsidR="00130380">
        <w:rPr>
          <w:rFonts w:cs="Arial"/>
          <w:sz w:val="14"/>
          <w:szCs w:val="14"/>
        </w:rPr>
        <w:t>6</w:t>
      </w:r>
      <w:r w:rsidRPr="00601C5F">
        <w:rPr>
          <w:rFonts w:cs="Arial"/>
          <w:sz w:val="14"/>
          <w:szCs w:val="14"/>
        </w:rPr>
        <w:t xml:space="preserve">do </w:t>
      </w:r>
      <w:r w:rsidRPr="00601C5F">
        <w:rPr>
          <w:rFonts w:cs="Arial"/>
          <w:sz w:val="14"/>
          <w:szCs w:val="16"/>
        </w:rPr>
        <w:t>PROC 3</w:t>
      </w:r>
      <w:r>
        <w:rPr>
          <w:rFonts w:cs="Arial"/>
          <w:sz w:val="14"/>
          <w:szCs w:val="16"/>
        </w:rPr>
        <w:t>0076 C Procedury Ochrony Danych Osobowych</w:t>
      </w:r>
      <w:r w:rsidRPr="00601C5F">
        <w:rPr>
          <w:rFonts w:cs="Arial"/>
          <w:sz w:val="14"/>
          <w:szCs w:val="16"/>
        </w:rPr>
        <w:t xml:space="preserve"> </w:t>
      </w:r>
    </w:p>
    <w:p w14:paraId="1C118D3F" w14:textId="77777777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cs="Arial"/>
          <w:sz w:val="14"/>
          <w:szCs w:val="16"/>
        </w:rPr>
        <w:t>w PGE Dystrybucja S.A.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F2C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3B4D8AC6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zawarły umowę </w:t>
      </w:r>
      <w:r w:rsidR="00FB517C" w:rsidRPr="00FB517C">
        <w:rPr>
          <w:rFonts w:eastAsiaTheme="minorHAnsi" w:cs="Arial"/>
          <w:szCs w:val="18"/>
          <w:lang w:eastAsia="en-US"/>
        </w:rPr>
        <w:t>UMJ/DYS/OB/……./……………/2025/WY</w:t>
      </w:r>
      <w:r w:rsidRPr="005E1B98">
        <w:rPr>
          <w:rFonts w:eastAsiaTheme="minorHAnsi" w:cs="Arial"/>
          <w:szCs w:val="18"/>
          <w:lang w:eastAsia="en-US"/>
        </w:rPr>
        <w:t xml:space="preserve">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FAAA5B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nas</w:t>
      </w:r>
      <w:r w:rsidR="00FB517C">
        <w:rPr>
          <w:rFonts w:cs="Arial"/>
          <w:szCs w:val="18"/>
        </w:rPr>
        <w:t>tępującą rolą Przetwarzającego wykonanie robót budowlanych/ dokumentacji projektowej</w:t>
      </w:r>
    </w:p>
    <w:p w14:paraId="5964578A" w14:textId="3AD12425" w:rsidR="00130380" w:rsidRPr="005E1B98" w:rsidRDefault="00130380" w:rsidP="00FB517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 xml:space="preserve">celem przetwarzania jest </w:t>
      </w:r>
      <w:r w:rsidR="00FB517C" w:rsidRPr="00FB517C">
        <w:rPr>
          <w:rFonts w:cs="Arial"/>
          <w:szCs w:val="18"/>
        </w:rPr>
        <w:t>realizacja zamówienia będącego przedmiotem Umowy podstawowej.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</w:r>
      <w:r w:rsidRPr="00FB517C">
        <w:rPr>
          <w:rFonts w:cs="Arial"/>
          <w:i/>
          <w:szCs w:val="18"/>
        </w:rPr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2CFC0DDA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</w:t>
      </w:r>
      <w:r w:rsidR="00FB517C">
        <w:rPr>
          <w:rFonts w:cs="Arial"/>
          <w:szCs w:val="18"/>
        </w:rPr>
        <w:t>akresie obsługi Praw jednostki.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4767102F" w14:textId="75FDCD43" w:rsidR="00130380" w:rsidRPr="005E1B98" w:rsidRDefault="00130380" w:rsidP="00FB517C">
      <w:pPr>
        <w:pStyle w:val="Akapitzlist"/>
        <w:spacing w:before="120" w:after="120" w:line="360" w:lineRule="auto"/>
        <w:ind w:left="851"/>
        <w:jc w:val="both"/>
        <w:rPr>
          <w:rFonts w:cs="Arial"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FB517C">
        <w:rPr>
          <w:rFonts w:cs="Arial"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</w:t>
      </w:r>
      <w:r w:rsidRPr="005E1B98">
        <w:rPr>
          <w:rFonts w:cs="Arial"/>
          <w:szCs w:val="18"/>
        </w:rPr>
        <w:lastRenderedPageBreak/>
        <w:t xml:space="preserve">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</w:t>
      </w:r>
      <w:r w:rsidRPr="005E1B98">
        <w:rPr>
          <w:rFonts w:cs="Arial"/>
          <w:szCs w:val="18"/>
        </w:rPr>
        <w:lastRenderedPageBreak/>
        <w:t xml:space="preserve">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7B7224B8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FB517C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FB517C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podst</w:t>
      </w:r>
      <w:r w:rsidR="00FB517C">
        <w:rPr>
          <w:rFonts w:cs="Arial"/>
          <w:szCs w:val="18"/>
        </w:rPr>
        <w:t>a</w:t>
      </w:r>
      <w:r w:rsidR="009007D7">
        <w:rPr>
          <w:rFonts w:cs="Arial"/>
          <w:szCs w:val="18"/>
        </w:rPr>
        <w:t xml:space="preserve">wowej.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25AD0278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FB517C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0C780621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r w:rsidR="00FB517C">
        <w:rPr>
          <w:rFonts w:eastAsia="Calibri" w:cs="Arial"/>
          <w:bCs/>
          <w:szCs w:val="18"/>
        </w:rPr>
        <w:t>Przetwarzającego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0DBE3696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r w:rsidR="00FB517C" w:rsidRPr="00204210">
        <w:rPr>
          <w:rFonts w:eastAsia="Calibri" w:cs="Arial"/>
          <w:bCs/>
          <w:szCs w:val="18"/>
        </w:rPr>
        <w:t>P</w:t>
      </w:r>
      <w:r w:rsidR="00FB517C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, Dalszemu </w:t>
      </w:r>
      <w:r w:rsidR="00FB517C" w:rsidRPr="00204210">
        <w:rPr>
          <w:rFonts w:eastAsia="Calibri" w:cs="Arial"/>
          <w:bCs/>
          <w:szCs w:val="18"/>
        </w:rPr>
        <w:t>P</w:t>
      </w:r>
      <w:r w:rsidR="00FB517C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486BF23A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r w:rsidR="00FB517C" w:rsidRPr="00204210">
        <w:rPr>
          <w:rFonts w:cs="Arial"/>
          <w:color w:val="000000"/>
          <w:szCs w:val="18"/>
        </w:rPr>
        <w:t>P</w:t>
      </w:r>
      <w:r w:rsidR="00FB517C">
        <w:rPr>
          <w:rFonts w:cs="Arial"/>
          <w:color w:val="000000"/>
          <w:szCs w:val="18"/>
        </w:rPr>
        <w:t>rzetwarzającego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</w:t>
      </w:r>
      <w:r w:rsidRPr="00204210">
        <w:rPr>
          <w:rFonts w:eastAsia="Calibri" w:cs="Arial"/>
          <w:bCs/>
          <w:szCs w:val="18"/>
        </w:rPr>
        <w:lastRenderedPageBreak/>
        <w:t xml:space="preserve">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1E4FD271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 w:rsidR="00FB517C">
        <w:rPr>
          <w:rFonts w:cs="Arial"/>
          <w:color w:val="212121"/>
          <w:szCs w:val="18"/>
          <w:bdr w:val="none" w:sz="0" w:space="0" w:color="auto" w:frame="1"/>
        </w:rPr>
        <w:t>/ Oddziału Administratora.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0838D04A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C2AED" w14:textId="77777777" w:rsidR="00C618CE" w:rsidRDefault="00C618CE" w:rsidP="00BD627E">
      <w:r>
        <w:separator/>
      </w:r>
    </w:p>
    <w:p w14:paraId="2897B871" w14:textId="77777777" w:rsidR="00C618CE" w:rsidRDefault="00C618CE"/>
  </w:endnote>
  <w:endnote w:type="continuationSeparator" w:id="0">
    <w:p w14:paraId="05FC524E" w14:textId="77777777" w:rsidR="00C618CE" w:rsidRDefault="00C618CE" w:rsidP="00BD627E">
      <w:r>
        <w:continuationSeparator/>
      </w:r>
    </w:p>
    <w:p w14:paraId="3BEE2160" w14:textId="77777777" w:rsidR="00C618CE" w:rsidRDefault="00C618CE"/>
  </w:endnote>
  <w:endnote w:type="continuationNotice" w:id="1">
    <w:p w14:paraId="78306B55" w14:textId="77777777" w:rsidR="00C618CE" w:rsidRDefault="00C618CE"/>
    <w:p w14:paraId="74929F00" w14:textId="77777777" w:rsidR="00C618CE" w:rsidRDefault="00C618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2749" w14:textId="77777777" w:rsidR="00B22939" w:rsidRDefault="00B229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CD06762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22939">
              <w:rPr>
                <w:rFonts w:cs="Arial"/>
                <w:b/>
                <w:bCs/>
                <w:noProof/>
                <w:sz w:val="14"/>
                <w:szCs w:val="14"/>
              </w:rPr>
              <w:t>2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22939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251BBCDA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22939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22939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42119" w14:textId="77777777" w:rsidR="00C618CE" w:rsidRDefault="00C618CE" w:rsidP="00BD627E">
      <w:r>
        <w:separator/>
      </w:r>
    </w:p>
    <w:p w14:paraId="77B6A282" w14:textId="77777777" w:rsidR="00C618CE" w:rsidRDefault="00C618CE"/>
  </w:footnote>
  <w:footnote w:type="continuationSeparator" w:id="0">
    <w:p w14:paraId="7628FCF3" w14:textId="77777777" w:rsidR="00C618CE" w:rsidRDefault="00C618CE" w:rsidP="00BD627E">
      <w:r>
        <w:continuationSeparator/>
      </w:r>
    </w:p>
    <w:p w14:paraId="1D7CEB05" w14:textId="77777777" w:rsidR="00C618CE" w:rsidRDefault="00C618CE"/>
  </w:footnote>
  <w:footnote w:type="continuationNotice" w:id="1">
    <w:p w14:paraId="23A058EC" w14:textId="77777777" w:rsidR="00C618CE" w:rsidRDefault="00C618CE"/>
    <w:p w14:paraId="598008C2" w14:textId="77777777" w:rsidR="00C618CE" w:rsidRDefault="00C618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C815" w14:textId="77777777" w:rsidR="00B22939" w:rsidRDefault="00B229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1714FC40" w:rsidR="006715A5" w:rsidRPr="00024ECD" w:rsidRDefault="006715A5" w:rsidP="00B22939">
    <w:pPr>
      <w:pStyle w:val="Nagwek"/>
      <w:ind w:right="2409"/>
      <w:rPr>
        <w:rFonts w:cs="Arial"/>
        <w:sz w:val="14"/>
        <w:szCs w:val="14"/>
      </w:rPr>
    </w:pPr>
    <w:r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3BABAA1F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44B2F45E" w:rsidR="006015EB" w:rsidRPr="00A45DF0" w:rsidRDefault="006015EB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44B2F45E" w:rsidR="006015EB" w:rsidRPr="00A45DF0" w:rsidRDefault="006015EB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B22939">
      <w:rPr>
        <w:noProof/>
        <w:sz w:val="14"/>
        <w:szCs w:val="14"/>
      </w:rPr>
      <w:drawing>
        <wp:inline distT="0" distB="0" distL="0" distR="0" wp14:anchorId="2EA3853C" wp14:editId="601169CE">
          <wp:extent cx="560705" cy="42037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2F44C5BF" w14:textId="77777777" w:rsidR="00B22939" w:rsidRPr="00B22939" w:rsidRDefault="00B22939" w:rsidP="00B22939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7B30AB68" wp14:editId="152CB92F">
              <wp:simplePos x="0" y="0"/>
              <wp:positionH relativeFrom="margin">
                <wp:posOffset>5065395</wp:posOffset>
              </wp:positionH>
              <wp:positionV relativeFrom="paragraph">
                <wp:posOffset>8255</wp:posOffset>
              </wp:positionV>
              <wp:extent cx="1477645" cy="217170"/>
              <wp:effectExtent l="0" t="0" r="27305" b="1143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4F1F5" w14:textId="77777777" w:rsidR="00B22939" w:rsidRDefault="00B22939" w:rsidP="00B22939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2025/    /</w:t>
                          </w:r>
                        </w:p>
                        <w:p w14:paraId="15F33BAB" w14:textId="77777777" w:rsidR="00B22939" w:rsidRPr="00A45DF0" w:rsidRDefault="00B22939" w:rsidP="00B22939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30AB68" id="Pole tekstowe 11" o:spid="_x0000_s1028" type="#_x0000_t202" style="position:absolute;left:0;text-align:left;margin-left:398.85pt;margin-top:.65pt;width:116.35pt;height:17.1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" strokecolor="white" strokeweight="0">
              <v:textbox>
                <w:txbxContent>
                  <w:p w14:paraId="7EF4F1F5" w14:textId="77777777" w:rsidR="00B22939" w:rsidRDefault="00B22939" w:rsidP="00B22939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2025/    /</w:t>
                    </w:r>
                  </w:p>
                  <w:p w14:paraId="15F33BAB" w14:textId="77777777" w:rsidR="00B22939" w:rsidRPr="00A45DF0" w:rsidRDefault="00B22939" w:rsidP="00B22939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14"/>
        <w:szCs w:val="14"/>
      </w:rPr>
      <w:t xml:space="preserve">Wzór umowy powierzenia przetwarzania </w:t>
    </w:r>
    <w:r w:rsidRPr="00B22939">
      <w:rPr>
        <w:sz w:val="14"/>
        <w:szCs w:val="14"/>
      </w:rPr>
      <w:t xml:space="preserve">danych osobowych </w:t>
    </w: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Zał. </w:t>
    </w:r>
    <w:r>
      <w:rPr>
        <w:rFonts w:cs="Arial"/>
        <w:sz w:val="14"/>
        <w:szCs w:val="14"/>
      </w:rPr>
      <w:t>6</w:t>
    </w:r>
    <w:r w:rsidRPr="00601C5F">
      <w:rPr>
        <w:rFonts w:cs="Arial"/>
        <w:sz w:val="14"/>
        <w:szCs w:val="14"/>
      </w:rPr>
      <w:t xml:space="preserve">do </w:t>
    </w:r>
    <w:r w:rsidRPr="00601C5F">
      <w:rPr>
        <w:rFonts w:cs="Arial"/>
        <w:sz w:val="14"/>
        <w:szCs w:val="16"/>
      </w:rPr>
      <w:t>PROC 3</w:t>
    </w:r>
    <w:r>
      <w:rPr>
        <w:rFonts w:cs="Arial"/>
        <w:sz w:val="14"/>
        <w:szCs w:val="16"/>
      </w:rPr>
      <w:t>0076 C Procedury Ochrony Danych Osobowych</w:t>
    </w:r>
    <w:r w:rsidRPr="00601C5F">
      <w:rPr>
        <w:rFonts w:cs="Arial"/>
        <w:sz w:val="14"/>
        <w:szCs w:val="16"/>
      </w:rPr>
      <w:t xml:space="preserve"> </w:t>
    </w:r>
  </w:p>
  <w:p w14:paraId="7C62F3D2" w14:textId="77777777" w:rsidR="00B22939" w:rsidRPr="00601C5F" w:rsidRDefault="00B22939" w:rsidP="00B22939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cs="Arial"/>
        <w:sz w:val="14"/>
        <w:szCs w:val="16"/>
      </w:rPr>
      <w:t>w PGE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E17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19675035">
    <w:abstractNumId w:val="12"/>
  </w:num>
  <w:num w:numId="2" w16cid:durableId="596325555">
    <w:abstractNumId w:val="11"/>
  </w:num>
  <w:num w:numId="3" w16cid:durableId="1817259059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113745771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234049980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200855362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439568342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26956654">
    <w:abstractNumId w:val="8"/>
  </w:num>
  <w:num w:numId="9" w16cid:durableId="531503271">
    <w:abstractNumId w:val="18"/>
  </w:num>
  <w:num w:numId="10" w16cid:durableId="2092695612">
    <w:abstractNumId w:val="14"/>
  </w:num>
  <w:num w:numId="11" w16cid:durableId="1149783926">
    <w:abstractNumId w:val="2"/>
  </w:num>
  <w:num w:numId="12" w16cid:durableId="1946573337">
    <w:abstractNumId w:val="5"/>
  </w:num>
  <w:num w:numId="13" w16cid:durableId="425229258">
    <w:abstractNumId w:val="7"/>
  </w:num>
  <w:num w:numId="14" w16cid:durableId="2042708014">
    <w:abstractNumId w:val="16"/>
  </w:num>
  <w:num w:numId="15" w16cid:durableId="777214646">
    <w:abstractNumId w:val="20"/>
  </w:num>
  <w:num w:numId="16" w16cid:durableId="1240598737">
    <w:abstractNumId w:val="10"/>
  </w:num>
  <w:num w:numId="17" w16cid:durableId="609044346">
    <w:abstractNumId w:val="13"/>
  </w:num>
  <w:num w:numId="18" w16cid:durableId="1078475101">
    <w:abstractNumId w:val="1"/>
  </w:num>
  <w:num w:numId="19" w16cid:durableId="933319076">
    <w:abstractNumId w:val="22"/>
  </w:num>
  <w:num w:numId="20" w16cid:durableId="693463776">
    <w:abstractNumId w:val="21"/>
  </w:num>
  <w:num w:numId="21" w16cid:durableId="1739012941">
    <w:abstractNumId w:val="6"/>
  </w:num>
  <w:num w:numId="22" w16cid:durableId="1893731292">
    <w:abstractNumId w:val="17"/>
  </w:num>
  <w:num w:numId="23" w16cid:durableId="711727648">
    <w:abstractNumId w:val="0"/>
  </w:num>
  <w:num w:numId="24" w16cid:durableId="673805221">
    <w:abstractNumId w:val="15"/>
  </w:num>
  <w:num w:numId="25" w16cid:durableId="418329072">
    <w:abstractNumId w:val="9"/>
  </w:num>
  <w:num w:numId="26" w16cid:durableId="989212791">
    <w:abstractNumId w:val="23"/>
  </w:num>
  <w:num w:numId="27" w16cid:durableId="1966807757">
    <w:abstractNumId w:val="19"/>
  </w:num>
  <w:num w:numId="28" w16cid:durableId="404957246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65C5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497E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C6F3E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2939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75DAA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517C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4448 - Załącznik nr 6 do SWZ.docx</dmsv2BaseFileName>
    <dmsv2BaseDisplayName xmlns="http://schemas.microsoft.com/sharepoint/v3">4448 - Załącznik nr 6 do SWZ</dmsv2BaseDisplayName>
    <dmsv2SWPP2ObjectNumber xmlns="http://schemas.microsoft.com/sharepoint/v3">POST/DYS/OB/GZ/04448/2025                         </dmsv2SWPP2ObjectNumber>
    <dmsv2SWPP2SumMD5 xmlns="http://schemas.microsoft.com/sharepoint/v3">a8a2dc4cdddf6821b875dd142b1f7ed0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24006618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JEUP5JKVCYQC-1133723987-16362</_dlc_DocId>
    <_dlc_DocIdUrl xmlns="a19cb1c7-c5c7-46d4-85ae-d83685407bba">
      <Url>https://swpp2.dms.gkpge.pl/sites/41/_layouts/15/DocIdRedir.aspx?ID=JEUP5JKVCYQC-1133723987-16362</Url>
      <Description>JEUP5JKVCYQC-1133723987-16362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0EED42-C472-4AC5-8C47-E142ACD3EE30}"/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014BD-463C-44F3-A8A4-A815295A06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FA4F17-6D7F-4AE3-8905-0FAA48B63B2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A5E818E-115A-4EE5-88A6-B2E50D3ECA0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C049ECA-56B0-47AD-996A-7B5E6D90ECA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475d7b6-3b46-4e9c-8436-5a547767a101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7.xml><?xml version="1.0" encoding="utf-8"?>
<ds:datastoreItem xmlns:ds="http://schemas.openxmlformats.org/officeDocument/2006/customXml" ds:itemID="{9862B81D-390A-4EEB-A030-7043E75E85E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9</Pages>
  <Words>3090</Words>
  <Characters>22433</Characters>
  <Application>Microsoft Office Word</Application>
  <DocSecurity>0</DocSecurity>
  <Lines>186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25473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Niedźwiecki Adam [PGE Dystr. O.Białystok]</cp:lastModifiedBy>
  <cp:revision>3</cp:revision>
  <cp:lastPrinted>2025-12-17T06:30:00Z</cp:lastPrinted>
  <dcterms:created xsi:type="dcterms:W3CDTF">2025-10-15T07:50:00Z</dcterms:created>
  <dcterms:modified xsi:type="dcterms:W3CDTF">2025-12-17T06:30:00Z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65690fcd-b889-4eeb-94f7-38f82e19d6ee</vt:lpwstr>
  </property>
</Properties>
</file>